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ED82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4ABCE64" w14:textId="77777777" w:rsidTr="0035000E">
        <w:tc>
          <w:tcPr>
            <w:tcW w:w="2689" w:type="dxa"/>
          </w:tcPr>
          <w:p w14:paraId="3CA82E75" w14:textId="77777777" w:rsidR="00F1480E" w:rsidRPr="000754EC" w:rsidRDefault="00830267" w:rsidP="000754EC">
            <w:pPr>
              <w:pStyle w:val="SIText-Bold"/>
            </w:pPr>
            <w:r w:rsidRPr="00A326C2">
              <w:t>Release</w:t>
            </w:r>
          </w:p>
        </w:tc>
        <w:tc>
          <w:tcPr>
            <w:tcW w:w="7162" w:type="dxa"/>
          </w:tcPr>
          <w:p w14:paraId="1B0B1EDD" w14:textId="77777777" w:rsidR="00F1480E" w:rsidRPr="000754EC" w:rsidRDefault="00830267" w:rsidP="000754EC">
            <w:pPr>
              <w:pStyle w:val="SIText-Bold"/>
            </w:pPr>
            <w:r w:rsidRPr="00A326C2">
              <w:t>Comments</w:t>
            </w:r>
          </w:p>
        </w:tc>
      </w:tr>
      <w:tr w:rsidR="00F1480E" w14:paraId="62D7C7A4" w14:textId="77777777" w:rsidTr="0035000E">
        <w:tc>
          <w:tcPr>
            <w:tcW w:w="2689" w:type="dxa"/>
          </w:tcPr>
          <w:p w14:paraId="1E199E75" w14:textId="4D209265" w:rsidR="00F1480E" w:rsidRPr="000754EC" w:rsidRDefault="00F1480E" w:rsidP="000754EC">
            <w:pPr>
              <w:pStyle w:val="SIText"/>
            </w:pPr>
            <w:r w:rsidRPr="00CC451E">
              <w:t>Release</w:t>
            </w:r>
            <w:r w:rsidR="00337E82" w:rsidRPr="000754EC">
              <w:t xml:space="preserve"> </w:t>
            </w:r>
            <w:r w:rsidR="008E09F5">
              <w:t>1</w:t>
            </w:r>
          </w:p>
        </w:tc>
        <w:tc>
          <w:tcPr>
            <w:tcW w:w="7162" w:type="dxa"/>
          </w:tcPr>
          <w:p w14:paraId="57E0B6F5" w14:textId="77777777" w:rsidR="00F1480E" w:rsidRPr="000754EC" w:rsidRDefault="0035000E" w:rsidP="0035000E">
            <w:r w:rsidRPr="0035000E">
              <w:t>This version released with FBP Food, Beverage and Pharmaceutical Training Package version 2.0.</w:t>
            </w:r>
          </w:p>
        </w:tc>
      </w:tr>
    </w:tbl>
    <w:p w14:paraId="0B12D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B96C41" w14:textId="77777777" w:rsidTr="00CA2922">
        <w:trPr>
          <w:tblHeader/>
        </w:trPr>
        <w:tc>
          <w:tcPr>
            <w:tcW w:w="1396" w:type="pct"/>
            <w:shd w:val="clear" w:color="auto" w:fill="auto"/>
          </w:tcPr>
          <w:p w14:paraId="6D753646" w14:textId="245DFD97" w:rsidR="00F1480E" w:rsidRPr="000754EC" w:rsidRDefault="00E57916" w:rsidP="000754EC">
            <w:pPr>
              <w:pStyle w:val="SIUNITCODE"/>
            </w:pPr>
            <w:r w:rsidRPr="00E57916">
              <w:t>FBPFSY4002</w:t>
            </w:r>
          </w:p>
        </w:tc>
        <w:tc>
          <w:tcPr>
            <w:tcW w:w="3604" w:type="pct"/>
            <w:shd w:val="clear" w:color="auto" w:fill="auto"/>
          </w:tcPr>
          <w:p w14:paraId="44B018EF" w14:textId="44D640C7" w:rsidR="00F1480E" w:rsidRPr="000754EC" w:rsidRDefault="00E57916" w:rsidP="000754EC">
            <w:pPr>
              <w:pStyle w:val="SIUnittitle"/>
            </w:pPr>
            <w:r w:rsidRPr="00E57916">
              <w:t>Supervise and verify supporting programs for food safety</w:t>
            </w:r>
          </w:p>
        </w:tc>
      </w:tr>
      <w:tr w:rsidR="00F1480E" w:rsidRPr="00963A46" w14:paraId="2ACF8825" w14:textId="77777777" w:rsidTr="00CA2922">
        <w:tc>
          <w:tcPr>
            <w:tcW w:w="1396" w:type="pct"/>
            <w:shd w:val="clear" w:color="auto" w:fill="auto"/>
          </w:tcPr>
          <w:p w14:paraId="0E7AD4E1" w14:textId="77777777" w:rsidR="00F1480E" w:rsidRPr="000754EC" w:rsidRDefault="00FD557D" w:rsidP="000754EC">
            <w:pPr>
              <w:pStyle w:val="SIHeading2"/>
            </w:pPr>
            <w:r w:rsidRPr="00FD557D">
              <w:t>Application</w:t>
            </w:r>
          </w:p>
          <w:p w14:paraId="1945785C" w14:textId="77777777" w:rsidR="00FD557D" w:rsidRPr="00923720" w:rsidRDefault="00FD557D" w:rsidP="000754EC">
            <w:pPr>
              <w:pStyle w:val="SIHeading2"/>
            </w:pPr>
          </w:p>
        </w:tc>
        <w:tc>
          <w:tcPr>
            <w:tcW w:w="3604" w:type="pct"/>
            <w:shd w:val="clear" w:color="auto" w:fill="auto"/>
          </w:tcPr>
          <w:p w14:paraId="192712E1" w14:textId="77777777" w:rsidR="00E57916" w:rsidRDefault="00E57916" w:rsidP="00E57916">
            <w:r w:rsidRPr="00E57916">
              <w:t>This unit of competency describes the skills and knowledge required to control hazards that are common in a hazard analysis critical control point (HACCP)-based food safety plan by supervising and verifying food safety, health and hygiene support programs.</w:t>
            </w:r>
          </w:p>
          <w:p w14:paraId="0B0BF0B9" w14:textId="77777777" w:rsidR="00E57916" w:rsidRPr="00E57916" w:rsidRDefault="00E57916" w:rsidP="00E57916"/>
          <w:p w14:paraId="641E9869" w14:textId="77777777" w:rsidR="00E57916" w:rsidRDefault="00E57916" w:rsidP="00E57916">
            <w:r w:rsidRPr="00E57916">
              <w:t>This unit applies to individuals working in supervisory roles who identify food safety hazards and the need for and development of support programs, supervise the implementation of support programs, and verify compliance with support programs.</w:t>
            </w:r>
          </w:p>
          <w:p w14:paraId="04C9DE9F" w14:textId="77777777" w:rsidR="00E57916" w:rsidRPr="00E57916" w:rsidRDefault="00E57916" w:rsidP="00E57916"/>
          <w:p w14:paraId="4F6E3182" w14:textId="77777777" w:rsidR="00E57916" w:rsidRDefault="00E57916" w:rsidP="000754EC">
            <w:bookmarkStart w:id="1" w:name="_Hlk488137121"/>
            <w:r w:rsidRPr="00047F3A">
              <w:t xml:space="preserve">Legislative and regulatory requirements apply to food safety </w:t>
            </w:r>
            <w:r w:rsidRPr="00E57916">
              <w:rPr>
                <w:rFonts w:eastAsiaTheme="minorHAnsi"/>
              </w:rPr>
              <w:t xml:space="preserve">and are enforced through state/territory jurisdictions. </w:t>
            </w:r>
            <w:r w:rsidRPr="00E57916">
              <w:t>Users must check with the relevant regulatory authority before delivery.</w:t>
            </w:r>
            <w:bookmarkEnd w:id="1"/>
          </w:p>
          <w:p w14:paraId="09ECAE8A" w14:textId="77777777" w:rsidR="00616845" w:rsidRPr="005F771F" w:rsidRDefault="00616845" w:rsidP="000754EC">
            <w:pPr>
              <w:rPr>
                <w:rStyle w:val="SITemporaryText"/>
              </w:rPr>
            </w:pPr>
          </w:p>
          <w:p w14:paraId="57F0A159" w14:textId="77777777" w:rsidR="00E57916" w:rsidRDefault="00616845" w:rsidP="005129BF">
            <w:pPr>
              <w:pStyle w:val="SIText"/>
            </w:pPr>
            <w:r w:rsidRPr="008E09F5">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456ABC88" w14:textId="2813CC3C" w:rsidR="00F1480E" w:rsidRPr="008E09F5" w:rsidRDefault="00F1480E" w:rsidP="005129BF">
            <w:pPr>
              <w:pStyle w:val="SIText"/>
            </w:pPr>
          </w:p>
        </w:tc>
      </w:tr>
      <w:tr w:rsidR="00F1480E" w:rsidRPr="00963A46" w14:paraId="6264DA56" w14:textId="77777777" w:rsidTr="00CA2922">
        <w:tc>
          <w:tcPr>
            <w:tcW w:w="1396" w:type="pct"/>
            <w:shd w:val="clear" w:color="auto" w:fill="auto"/>
          </w:tcPr>
          <w:p w14:paraId="76A6CC01" w14:textId="77777777" w:rsidR="00F1480E" w:rsidRPr="000754EC" w:rsidRDefault="00FD557D" w:rsidP="000754EC">
            <w:pPr>
              <w:pStyle w:val="SIHeading2"/>
            </w:pPr>
            <w:r w:rsidRPr="00923720">
              <w:t>Prerequisite Unit</w:t>
            </w:r>
          </w:p>
        </w:tc>
        <w:tc>
          <w:tcPr>
            <w:tcW w:w="3604" w:type="pct"/>
            <w:shd w:val="clear" w:color="auto" w:fill="auto"/>
          </w:tcPr>
          <w:p w14:paraId="77ED3706" w14:textId="77777777" w:rsidR="00F1480E" w:rsidRPr="000754EC" w:rsidRDefault="00F1480E" w:rsidP="000754EC">
            <w:pPr>
              <w:pStyle w:val="SIText"/>
            </w:pPr>
            <w:r w:rsidRPr="008908DE">
              <w:t>Ni</w:t>
            </w:r>
            <w:r w:rsidR="007A300D" w:rsidRPr="000754EC">
              <w:t xml:space="preserve">l </w:t>
            </w:r>
          </w:p>
        </w:tc>
      </w:tr>
      <w:tr w:rsidR="00F1480E" w:rsidRPr="00963A46" w14:paraId="26412959" w14:textId="77777777" w:rsidTr="00CA2922">
        <w:tc>
          <w:tcPr>
            <w:tcW w:w="1396" w:type="pct"/>
            <w:shd w:val="clear" w:color="auto" w:fill="auto"/>
          </w:tcPr>
          <w:p w14:paraId="52190A81" w14:textId="77777777" w:rsidR="00F1480E" w:rsidRPr="000754EC" w:rsidRDefault="00FD557D" w:rsidP="000754EC">
            <w:pPr>
              <w:pStyle w:val="SIHeading2"/>
            </w:pPr>
            <w:r w:rsidRPr="00923720">
              <w:t>Unit Sector</w:t>
            </w:r>
          </w:p>
        </w:tc>
        <w:tc>
          <w:tcPr>
            <w:tcW w:w="3604" w:type="pct"/>
            <w:shd w:val="clear" w:color="auto" w:fill="auto"/>
          </w:tcPr>
          <w:p w14:paraId="25B4DAF8" w14:textId="77777777" w:rsidR="00F1480E" w:rsidRPr="000754EC" w:rsidRDefault="00E57916" w:rsidP="000754EC">
            <w:pPr>
              <w:pStyle w:val="SIText"/>
            </w:pPr>
            <w:r w:rsidRPr="00E57916">
              <w:t>Food Safety (FS</w:t>
            </w:r>
            <w:r>
              <w:t>Y</w:t>
            </w:r>
            <w:r w:rsidRPr="00E57916">
              <w:t>)</w:t>
            </w:r>
          </w:p>
        </w:tc>
      </w:tr>
    </w:tbl>
    <w:p w14:paraId="2CDBF9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1729D4" w14:textId="77777777" w:rsidTr="00CA2922">
        <w:trPr>
          <w:cantSplit/>
          <w:tblHeader/>
        </w:trPr>
        <w:tc>
          <w:tcPr>
            <w:tcW w:w="1396" w:type="pct"/>
            <w:tcBorders>
              <w:bottom w:val="single" w:sz="4" w:space="0" w:color="C0C0C0"/>
            </w:tcBorders>
            <w:shd w:val="clear" w:color="auto" w:fill="auto"/>
          </w:tcPr>
          <w:p w14:paraId="0DF4DAE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7E5F35" w14:textId="77777777" w:rsidR="00F1480E" w:rsidRPr="000754EC" w:rsidRDefault="00FD557D" w:rsidP="000754EC">
            <w:pPr>
              <w:pStyle w:val="SIHeading2"/>
            </w:pPr>
            <w:r w:rsidRPr="00923720">
              <w:t>Performance Criteria</w:t>
            </w:r>
          </w:p>
        </w:tc>
      </w:tr>
      <w:tr w:rsidR="00F1480E" w:rsidRPr="00963A46" w14:paraId="1924E002" w14:textId="77777777" w:rsidTr="00CA2922">
        <w:trPr>
          <w:cantSplit/>
          <w:tblHeader/>
        </w:trPr>
        <w:tc>
          <w:tcPr>
            <w:tcW w:w="1396" w:type="pct"/>
            <w:tcBorders>
              <w:top w:val="single" w:sz="4" w:space="0" w:color="C0C0C0"/>
            </w:tcBorders>
            <w:shd w:val="clear" w:color="auto" w:fill="auto"/>
          </w:tcPr>
          <w:p w14:paraId="7FAC7EF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9062A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57916" w:rsidRPr="00963A46" w14:paraId="221165AD" w14:textId="77777777" w:rsidTr="00CA2922">
        <w:trPr>
          <w:cantSplit/>
        </w:trPr>
        <w:tc>
          <w:tcPr>
            <w:tcW w:w="1396" w:type="pct"/>
            <w:shd w:val="clear" w:color="auto" w:fill="auto"/>
          </w:tcPr>
          <w:p w14:paraId="36B26992" w14:textId="1A8ED811" w:rsidR="00E57916" w:rsidRPr="00E57916" w:rsidRDefault="00E57916" w:rsidP="00E57916">
            <w:pPr>
              <w:pStyle w:val="SIText"/>
            </w:pPr>
            <w:r>
              <w:t xml:space="preserve">1. </w:t>
            </w:r>
            <w:r w:rsidRPr="00E57916">
              <w:t>Establish the role of food safety support programs in the food safety plan</w:t>
            </w:r>
          </w:p>
        </w:tc>
        <w:tc>
          <w:tcPr>
            <w:tcW w:w="3604" w:type="pct"/>
            <w:shd w:val="clear" w:color="auto" w:fill="auto"/>
          </w:tcPr>
          <w:p w14:paraId="7588CC65" w14:textId="77777777" w:rsidR="00E57916" w:rsidRPr="00E57916" w:rsidRDefault="00E57916" w:rsidP="00E57916">
            <w:r>
              <w:t xml:space="preserve">1.1 </w:t>
            </w:r>
            <w:r w:rsidRPr="00E57916">
              <w:t>Draw up a full description of the product</w:t>
            </w:r>
          </w:p>
          <w:p w14:paraId="1C162E0A" w14:textId="77777777" w:rsidR="00E57916" w:rsidRPr="00E57916" w:rsidRDefault="00E57916" w:rsidP="00E57916">
            <w:r>
              <w:t xml:space="preserve">1.2 </w:t>
            </w:r>
            <w:r w:rsidRPr="00E57916">
              <w:t>Identify the intended use and client group for the product</w:t>
            </w:r>
          </w:p>
          <w:p w14:paraId="19F0E61D" w14:textId="77777777" w:rsidR="00E57916" w:rsidRPr="00E57916" w:rsidRDefault="00E57916" w:rsidP="00E57916">
            <w:r>
              <w:t xml:space="preserve">1.3 </w:t>
            </w:r>
            <w:r w:rsidRPr="00E57916">
              <w:t>Identify all steps in the operation from primary production, processing, manufacture and distribution to the consumer</w:t>
            </w:r>
          </w:p>
          <w:p w14:paraId="49B8AE04" w14:textId="77777777" w:rsidR="00E57916" w:rsidRPr="00E57916" w:rsidRDefault="00E57916" w:rsidP="00E57916">
            <w:r>
              <w:t xml:space="preserve">1.4 </w:t>
            </w:r>
            <w:r w:rsidRPr="00E57916">
              <w:t>Identify hazards that can reasonably be expected to occur at each step</w:t>
            </w:r>
          </w:p>
          <w:p w14:paraId="4CF8B43B" w14:textId="77777777" w:rsidR="00E57916" w:rsidRPr="00E57916" w:rsidRDefault="00E57916" w:rsidP="00E57916">
            <w:r>
              <w:t xml:space="preserve">1.5 </w:t>
            </w:r>
            <w:r w:rsidRPr="00E57916">
              <w:t>Identify hazard areas that are common to multiple steps in the operation</w:t>
            </w:r>
          </w:p>
          <w:p w14:paraId="09A1DFBF" w14:textId="55AF6113" w:rsidR="00E57916" w:rsidRPr="00E57916" w:rsidRDefault="00E57916" w:rsidP="00E57916">
            <w:pPr>
              <w:pStyle w:val="SIText"/>
            </w:pPr>
            <w:r>
              <w:t xml:space="preserve">1.6 </w:t>
            </w:r>
            <w:r w:rsidRPr="00E57916">
              <w:t>Define the need for support programs to control identified hazard areas</w:t>
            </w:r>
          </w:p>
        </w:tc>
      </w:tr>
      <w:tr w:rsidR="00E57916" w:rsidRPr="00963A46" w14:paraId="0FCAA5C8" w14:textId="77777777" w:rsidTr="00CA2922">
        <w:trPr>
          <w:cantSplit/>
        </w:trPr>
        <w:tc>
          <w:tcPr>
            <w:tcW w:w="1396" w:type="pct"/>
            <w:shd w:val="clear" w:color="auto" w:fill="auto"/>
          </w:tcPr>
          <w:p w14:paraId="107655AC" w14:textId="442C076B" w:rsidR="00E57916" w:rsidRPr="00E57916" w:rsidRDefault="00E57916" w:rsidP="00E57916">
            <w:pPr>
              <w:pStyle w:val="SIText"/>
            </w:pPr>
            <w:r>
              <w:t xml:space="preserve">2. </w:t>
            </w:r>
            <w:r w:rsidRPr="00E57916">
              <w:t>Develop support programs and procedures</w:t>
            </w:r>
          </w:p>
        </w:tc>
        <w:tc>
          <w:tcPr>
            <w:tcW w:w="3604" w:type="pct"/>
            <w:shd w:val="clear" w:color="auto" w:fill="auto"/>
          </w:tcPr>
          <w:p w14:paraId="26C16753" w14:textId="77777777" w:rsidR="00E57916" w:rsidRPr="00E57916" w:rsidRDefault="00E57916" w:rsidP="00E57916">
            <w:r>
              <w:t xml:space="preserve">2.1 </w:t>
            </w:r>
            <w:r w:rsidRPr="00E57916">
              <w:t>Define the scope of the health and hygiene program</w:t>
            </w:r>
          </w:p>
          <w:p w14:paraId="64A5ABB3" w14:textId="77777777" w:rsidR="00E57916" w:rsidRPr="008E09F5" w:rsidRDefault="00E57916" w:rsidP="005129BF">
            <w:pPr>
              <w:pStyle w:val="SIText"/>
            </w:pPr>
            <w:r>
              <w:t xml:space="preserve">2.2 </w:t>
            </w:r>
            <w:r w:rsidRPr="008E09F5">
              <w:t xml:space="preserve">Identify microbiological, physical and chemical hazards associated with supplied unprocessed foods and packaging materials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42B8D5FB" w14:textId="77777777" w:rsidR="00E57916" w:rsidRPr="008E09F5" w:rsidRDefault="00E57916" w:rsidP="005129BF">
            <w:pPr>
              <w:pStyle w:val="SIText"/>
            </w:pPr>
            <w:r w:rsidRPr="005129BF">
              <w:t xml:space="preserve">2.3 Identify microbiological, physical and chemical hazards associated with staff handling unpackaged food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47F5E3DC" w14:textId="77777777" w:rsidR="00E57916" w:rsidRPr="008E09F5" w:rsidRDefault="00E57916" w:rsidP="005129BF">
            <w:pPr>
              <w:pStyle w:val="SIText"/>
            </w:pPr>
            <w:r w:rsidRPr="005129BF">
              <w:t xml:space="preserve">2.4 Identify microbiological and physical hazards arising from pest infestations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3F335B6B" w14:textId="77777777" w:rsidR="00E57916" w:rsidRPr="008E09F5" w:rsidRDefault="00E57916" w:rsidP="005129BF">
            <w:pPr>
              <w:pStyle w:val="SIText"/>
            </w:pPr>
            <w:r w:rsidRPr="005129BF">
              <w:t xml:space="preserve">2.5 Identify microbiological, physical and chemical hazards associated with using the premises and the equipment in them and develop risk controls </w:t>
            </w:r>
            <w:r w:rsidRPr="005129BF">
              <w:rPr>
                <w:rStyle w:val="SITemporaryText"/>
                <w:color w:val="auto"/>
                <w:sz w:val="20"/>
              </w:rPr>
              <w:t xml:space="preserve">and </w:t>
            </w:r>
            <w:r w:rsidR="00066A48" w:rsidRPr="008E09F5">
              <w:rPr>
                <w:rStyle w:val="SITemporaryText"/>
                <w:color w:val="auto"/>
                <w:sz w:val="20"/>
              </w:rPr>
              <w:t xml:space="preserve">safe </w:t>
            </w:r>
            <w:r w:rsidRPr="005129BF">
              <w:rPr>
                <w:rStyle w:val="SITemporaryText"/>
                <w:color w:val="auto"/>
                <w:sz w:val="20"/>
              </w:rPr>
              <w:t>work procedures</w:t>
            </w:r>
          </w:p>
          <w:p w14:paraId="74F901E5" w14:textId="4DAE8308" w:rsidR="00E57916" w:rsidRPr="00E57916" w:rsidRDefault="00E57916">
            <w:pPr>
              <w:pStyle w:val="SIText"/>
            </w:pPr>
            <w:r w:rsidRPr="00066A48">
              <w:t xml:space="preserve">2.6 Identify chemical hazards associated with the use of cleaning chemicals and develop risk controls </w:t>
            </w:r>
            <w:r w:rsidRPr="005129BF">
              <w:rPr>
                <w:rStyle w:val="SITemporaryText"/>
                <w:color w:val="auto"/>
                <w:sz w:val="20"/>
              </w:rPr>
              <w:t xml:space="preserve">and </w:t>
            </w:r>
            <w:r w:rsidR="00066A48" w:rsidRPr="005129BF">
              <w:rPr>
                <w:rStyle w:val="SITemporaryText"/>
                <w:color w:val="auto"/>
                <w:sz w:val="20"/>
              </w:rPr>
              <w:t xml:space="preserve">safe </w:t>
            </w:r>
            <w:r w:rsidRPr="005129BF">
              <w:rPr>
                <w:rStyle w:val="SITemporaryText"/>
                <w:color w:val="auto"/>
                <w:sz w:val="20"/>
              </w:rPr>
              <w:t>work procedures</w:t>
            </w:r>
          </w:p>
        </w:tc>
      </w:tr>
      <w:tr w:rsidR="00E57916" w:rsidRPr="00963A46" w14:paraId="2C2C33E8" w14:textId="77777777" w:rsidTr="00CA2922">
        <w:trPr>
          <w:cantSplit/>
        </w:trPr>
        <w:tc>
          <w:tcPr>
            <w:tcW w:w="1396" w:type="pct"/>
            <w:shd w:val="clear" w:color="auto" w:fill="auto"/>
          </w:tcPr>
          <w:p w14:paraId="6C46993C" w14:textId="53857DF5" w:rsidR="00E57916" w:rsidRPr="00E57916" w:rsidRDefault="00E57916" w:rsidP="00E57916">
            <w:pPr>
              <w:pStyle w:val="SIText"/>
            </w:pPr>
            <w:r>
              <w:lastRenderedPageBreak/>
              <w:t xml:space="preserve">3. </w:t>
            </w:r>
            <w:r w:rsidRPr="00E57916">
              <w:t>Document and communicate the requirements of support programs as part of the food safety plan</w:t>
            </w:r>
          </w:p>
        </w:tc>
        <w:tc>
          <w:tcPr>
            <w:tcW w:w="3604" w:type="pct"/>
            <w:shd w:val="clear" w:color="auto" w:fill="auto"/>
          </w:tcPr>
          <w:p w14:paraId="6B7179BF" w14:textId="77777777" w:rsidR="00E57916" w:rsidRPr="00E57916" w:rsidRDefault="00E57916" w:rsidP="00E57916">
            <w:r>
              <w:t xml:space="preserve">3.1 </w:t>
            </w:r>
            <w:r w:rsidRPr="00E57916">
              <w:t>Define work performance and establish critical limits for support programs where appropriate</w:t>
            </w:r>
          </w:p>
          <w:p w14:paraId="7B588467" w14:textId="77777777" w:rsidR="00E57916" w:rsidRPr="00E57916" w:rsidRDefault="00E57916" w:rsidP="00E57916">
            <w:r>
              <w:t xml:space="preserve">3.2 </w:t>
            </w:r>
            <w:r w:rsidRPr="00E57916">
              <w:t>Explain food safety support program requirements to the team, including regulatory requirements</w:t>
            </w:r>
          </w:p>
          <w:p w14:paraId="0DDC528A" w14:textId="77777777" w:rsidR="00E57916" w:rsidRPr="00E57916" w:rsidRDefault="00E57916" w:rsidP="00E57916">
            <w:r>
              <w:t xml:space="preserve">3.3 </w:t>
            </w:r>
            <w:r w:rsidRPr="00E57916">
              <w:t>Develop team commitment to, and responsibility for, food safety support programs</w:t>
            </w:r>
          </w:p>
          <w:p w14:paraId="585739FE" w14:textId="77777777" w:rsidR="00E57916" w:rsidRPr="00E57916" w:rsidRDefault="00E57916" w:rsidP="00E57916">
            <w:r>
              <w:t xml:space="preserve">3.4 </w:t>
            </w:r>
            <w:r w:rsidRPr="00E57916">
              <w:t>Provide induction, training and mentoring to the team to assist implementation of food safety support programs</w:t>
            </w:r>
          </w:p>
          <w:p w14:paraId="64C31C94" w14:textId="5D7B2FCE" w:rsidR="00E57916" w:rsidRPr="00E57916" w:rsidRDefault="00E57916" w:rsidP="00E57916">
            <w:pPr>
              <w:pStyle w:val="SIText"/>
            </w:pPr>
            <w:r>
              <w:t xml:space="preserve">3.5 </w:t>
            </w:r>
            <w:r w:rsidRPr="00E57916">
              <w:t>Communicate support program requirements and procedures to management and staff through documented procedures, directions and signage</w:t>
            </w:r>
          </w:p>
        </w:tc>
      </w:tr>
      <w:tr w:rsidR="00E57916" w:rsidRPr="00963A46" w14:paraId="6A3BF1D0" w14:textId="77777777" w:rsidTr="00CA2922">
        <w:trPr>
          <w:cantSplit/>
        </w:trPr>
        <w:tc>
          <w:tcPr>
            <w:tcW w:w="1396" w:type="pct"/>
            <w:shd w:val="clear" w:color="auto" w:fill="auto"/>
          </w:tcPr>
          <w:p w14:paraId="36D01277" w14:textId="77777777" w:rsidR="00E57916" w:rsidRPr="008908DE" w:rsidRDefault="00E57916" w:rsidP="00E57916">
            <w:pPr>
              <w:pStyle w:val="SIText"/>
            </w:pPr>
            <w:r>
              <w:t xml:space="preserve">4. </w:t>
            </w:r>
            <w:r w:rsidRPr="00E57916">
              <w:t>Monitor the implementation of support programs within the food safety plan</w:t>
            </w:r>
          </w:p>
        </w:tc>
        <w:tc>
          <w:tcPr>
            <w:tcW w:w="3604" w:type="pct"/>
            <w:shd w:val="clear" w:color="auto" w:fill="auto"/>
          </w:tcPr>
          <w:p w14:paraId="67612822" w14:textId="77777777" w:rsidR="00E57916" w:rsidRPr="00E57916" w:rsidRDefault="00E57916" w:rsidP="00E57916">
            <w:r>
              <w:t xml:space="preserve">4.1 </w:t>
            </w:r>
            <w:r w:rsidRPr="00E57916">
              <w:t>Monitor and correct personal behaviour, including hygiene, housekeeping and use of clothing and equipment where necessary</w:t>
            </w:r>
          </w:p>
          <w:p w14:paraId="154D9671" w14:textId="77777777" w:rsidR="00E57916" w:rsidRPr="00E57916" w:rsidRDefault="00E57916" w:rsidP="00E57916">
            <w:r>
              <w:t xml:space="preserve">4.2 </w:t>
            </w:r>
            <w:r w:rsidRPr="00E57916">
              <w:t>Monitor critical control points to confirm performance</w:t>
            </w:r>
          </w:p>
          <w:p w14:paraId="5C912AB7" w14:textId="77777777" w:rsidR="00E57916" w:rsidRPr="00E57916" w:rsidRDefault="00E57916" w:rsidP="00E57916">
            <w:r>
              <w:t xml:space="preserve">4.3 </w:t>
            </w:r>
            <w:r w:rsidRPr="00E57916">
              <w:t>Check records for completion and accuracy</w:t>
            </w:r>
          </w:p>
          <w:p w14:paraId="48209B20" w14:textId="77777777" w:rsidR="00E57916" w:rsidRPr="00E57916" w:rsidRDefault="00E57916" w:rsidP="00E57916">
            <w:r>
              <w:t xml:space="preserve">4.4 </w:t>
            </w:r>
            <w:r w:rsidRPr="00E57916">
              <w:t>Analyse problem areas using appropriate quality improvement tools and techniques</w:t>
            </w:r>
          </w:p>
          <w:p w14:paraId="25EC0301" w14:textId="77777777" w:rsidR="00E57916" w:rsidRPr="008908DE" w:rsidRDefault="00E57916" w:rsidP="00E57916">
            <w:pPr>
              <w:pStyle w:val="SIText"/>
            </w:pPr>
            <w:r>
              <w:t xml:space="preserve">4.5 </w:t>
            </w:r>
            <w:r w:rsidRPr="00E57916">
              <w:t>Identify processes or conditions which could result in breaches of food safety procedures and take preventive or corrective action</w:t>
            </w:r>
          </w:p>
        </w:tc>
      </w:tr>
      <w:tr w:rsidR="00E57916" w:rsidRPr="00963A46" w14:paraId="2C0EAA02" w14:textId="77777777" w:rsidTr="00CA2922">
        <w:trPr>
          <w:cantSplit/>
        </w:trPr>
        <w:tc>
          <w:tcPr>
            <w:tcW w:w="1396" w:type="pct"/>
            <w:shd w:val="clear" w:color="auto" w:fill="auto"/>
          </w:tcPr>
          <w:p w14:paraId="18B89819" w14:textId="77777777" w:rsidR="00E57916" w:rsidRPr="008908DE" w:rsidRDefault="00E57916" w:rsidP="00E57916">
            <w:pPr>
              <w:pStyle w:val="SIText"/>
            </w:pPr>
            <w:r>
              <w:t xml:space="preserve">5. </w:t>
            </w:r>
            <w:r w:rsidRPr="00E57916">
              <w:t>Verify compliance with support programs in a food safety plan and address non-compliances</w:t>
            </w:r>
          </w:p>
        </w:tc>
        <w:tc>
          <w:tcPr>
            <w:tcW w:w="3604" w:type="pct"/>
            <w:shd w:val="clear" w:color="auto" w:fill="auto"/>
          </w:tcPr>
          <w:p w14:paraId="7CAFC142" w14:textId="77777777" w:rsidR="00E57916" w:rsidRPr="00E57916" w:rsidRDefault="00E57916" w:rsidP="00E57916">
            <w:r>
              <w:t xml:space="preserve">5.1 </w:t>
            </w:r>
            <w:r w:rsidRPr="00E57916">
              <w:t>Verify compliance of the food processing operation for support programs by workplace observation and analysis of records, supported by product testing, if required</w:t>
            </w:r>
          </w:p>
          <w:p w14:paraId="7D95FA6F" w14:textId="77777777" w:rsidR="00E57916" w:rsidRPr="00E57916" w:rsidRDefault="00E57916" w:rsidP="00E57916">
            <w:r>
              <w:t xml:space="preserve">5.2 </w:t>
            </w:r>
            <w:r w:rsidRPr="00E57916">
              <w:t>Identify and analyse causes of non-conformance</w:t>
            </w:r>
          </w:p>
          <w:p w14:paraId="7DB55F18" w14:textId="77777777" w:rsidR="00E57916" w:rsidRPr="00E57916" w:rsidRDefault="00E57916" w:rsidP="00E57916">
            <w:r>
              <w:t xml:space="preserve">5.3 </w:t>
            </w:r>
            <w:r w:rsidRPr="00E57916">
              <w:t>Report non-conformance</w:t>
            </w:r>
            <w:r>
              <w:t xml:space="preserve"> to supervisor</w:t>
            </w:r>
          </w:p>
          <w:p w14:paraId="320E15C7" w14:textId="77777777" w:rsidR="00E57916" w:rsidRPr="00E57916" w:rsidRDefault="00E57916" w:rsidP="00E57916">
            <w:r>
              <w:t xml:space="preserve">5.4 </w:t>
            </w:r>
            <w:r w:rsidRPr="00E57916">
              <w:t>Update corrective action and control procedures to improve food safety</w:t>
            </w:r>
          </w:p>
          <w:p w14:paraId="61664916" w14:textId="77777777" w:rsidR="00E57916" w:rsidRPr="008908DE" w:rsidRDefault="00E57916" w:rsidP="00E57916">
            <w:pPr>
              <w:pStyle w:val="SIText"/>
            </w:pPr>
            <w:r>
              <w:t xml:space="preserve">5.5 </w:t>
            </w:r>
            <w:r w:rsidRPr="00E57916">
              <w:t>Document required amendments to the HACCP plan</w:t>
            </w:r>
          </w:p>
        </w:tc>
      </w:tr>
    </w:tbl>
    <w:p w14:paraId="499CE079" w14:textId="77777777" w:rsidR="005F771F" w:rsidRDefault="005F771F" w:rsidP="005F771F">
      <w:pPr>
        <w:pStyle w:val="SIText"/>
      </w:pPr>
    </w:p>
    <w:p w14:paraId="225C6251" w14:textId="77777777" w:rsidR="005F771F" w:rsidRPr="000754EC" w:rsidRDefault="005F771F" w:rsidP="000754EC">
      <w:r>
        <w:br w:type="page"/>
      </w:r>
    </w:p>
    <w:p w14:paraId="4D34878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D3856D" w14:textId="77777777" w:rsidTr="00CA2922">
        <w:trPr>
          <w:tblHeader/>
        </w:trPr>
        <w:tc>
          <w:tcPr>
            <w:tcW w:w="5000" w:type="pct"/>
            <w:gridSpan w:val="2"/>
          </w:tcPr>
          <w:p w14:paraId="73403888" w14:textId="77777777" w:rsidR="00F1480E" w:rsidRPr="000754EC" w:rsidRDefault="00FD557D" w:rsidP="000754EC">
            <w:pPr>
              <w:pStyle w:val="SIHeading2"/>
            </w:pPr>
            <w:r w:rsidRPr="00041E59">
              <w:t>F</w:t>
            </w:r>
            <w:r w:rsidRPr="000754EC">
              <w:t>oundation Skills</w:t>
            </w:r>
          </w:p>
          <w:p w14:paraId="01C5A83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6EA35F3" w14:textId="77777777" w:rsidTr="00CA2922">
        <w:trPr>
          <w:tblHeader/>
        </w:trPr>
        <w:tc>
          <w:tcPr>
            <w:tcW w:w="1396" w:type="pct"/>
          </w:tcPr>
          <w:p w14:paraId="4BB25D9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4BD8D8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57916" w:rsidRPr="00336FCA" w:rsidDel="00423CB2" w14:paraId="0FA09CC6" w14:textId="77777777" w:rsidTr="00CA2922">
        <w:tc>
          <w:tcPr>
            <w:tcW w:w="1396" w:type="pct"/>
          </w:tcPr>
          <w:p w14:paraId="22248BF0" w14:textId="59E5D7E3" w:rsidR="00E57916" w:rsidRPr="00E57916" w:rsidRDefault="00E57916" w:rsidP="00E57916">
            <w:pPr>
              <w:pStyle w:val="SIText"/>
            </w:pPr>
            <w:r w:rsidRPr="00E57916">
              <w:t>Reading</w:t>
            </w:r>
          </w:p>
        </w:tc>
        <w:tc>
          <w:tcPr>
            <w:tcW w:w="3604" w:type="pct"/>
          </w:tcPr>
          <w:p w14:paraId="54BDC7A3" w14:textId="15593790" w:rsidR="00E57916" w:rsidRPr="00E57916" w:rsidRDefault="00066A48">
            <w:pPr>
              <w:pStyle w:val="SIBulletList1"/>
            </w:pPr>
            <w:r w:rsidRPr="00E57916">
              <w:rPr>
                <w:rFonts w:eastAsia="Calibri"/>
              </w:rPr>
              <w:t>Accurately</w:t>
            </w:r>
            <w:r w:rsidR="00E57916" w:rsidRPr="00E57916">
              <w:rPr>
                <w:rFonts w:eastAsia="Calibri"/>
              </w:rPr>
              <w:t xml:space="preserve"> interpret</w:t>
            </w:r>
            <w:r w:rsidR="0012099B">
              <w:rPr>
                <w:rFonts w:eastAsia="Calibri"/>
              </w:rPr>
              <w:t>s</w:t>
            </w:r>
            <w:r w:rsidR="00E57916" w:rsidRPr="00E57916">
              <w:rPr>
                <w:rFonts w:eastAsia="Calibri"/>
              </w:rPr>
              <w:t xml:space="preserve"> food safety program</w:t>
            </w:r>
            <w:r w:rsidR="00E57916">
              <w:rPr>
                <w:rFonts w:eastAsia="Calibri"/>
              </w:rPr>
              <w:t xml:space="preserve"> and </w:t>
            </w:r>
            <w:r w:rsidR="00E57916" w:rsidRPr="00E57916">
              <w:rPr>
                <w:rFonts w:eastAsia="Calibri"/>
              </w:rPr>
              <w:t xml:space="preserve">workplace food safety </w:t>
            </w:r>
            <w:r w:rsidR="00E57916">
              <w:rPr>
                <w:rFonts w:eastAsia="Calibri"/>
              </w:rPr>
              <w:t>documents</w:t>
            </w:r>
            <w:r w:rsidR="00E57916" w:rsidRPr="00E57916">
              <w:rPr>
                <w:rFonts w:eastAsia="Calibri"/>
              </w:rPr>
              <w:t xml:space="preserve"> and procedures</w:t>
            </w:r>
          </w:p>
        </w:tc>
      </w:tr>
      <w:tr w:rsidR="00E57916" w:rsidRPr="00336FCA" w:rsidDel="00423CB2" w14:paraId="49C77BF8" w14:textId="77777777" w:rsidTr="00CA2922">
        <w:tc>
          <w:tcPr>
            <w:tcW w:w="1396" w:type="pct"/>
          </w:tcPr>
          <w:p w14:paraId="1FAB0244" w14:textId="6063B1CA" w:rsidR="00E57916" w:rsidRPr="00E57916" w:rsidRDefault="00E57916" w:rsidP="00E57916">
            <w:pPr>
              <w:pStyle w:val="SIText"/>
            </w:pPr>
            <w:r w:rsidRPr="00E57916">
              <w:t>Oral communication</w:t>
            </w:r>
          </w:p>
        </w:tc>
        <w:tc>
          <w:tcPr>
            <w:tcW w:w="3604" w:type="pct"/>
          </w:tcPr>
          <w:p w14:paraId="7795D2DE" w14:textId="6A66907F" w:rsidR="00E57916" w:rsidRPr="00E57916" w:rsidRDefault="00E57916" w:rsidP="00E57916">
            <w:pPr>
              <w:pStyle w:val="SIBulletList1"/>
              <w:rPr>
                <w:rFonts w:eastAsia="Calibri"/>
              </w:rPr>
            </w:pPr>
            <w:r w:rsidRPr="00E57916">
              <w:rPr>
                <w:rFonts w:eastAsia="Calibri"/>
              </w:rPr>
              <w:t>Interact</w:t>
            </w:r>
            <w:r w:rsidR="0012099B">
              <w:rPr>
                <w:rFonts w:eastAsia="Calibri"/>
              </w:rPr>
              <w:t>s</w:t>
            </w:r>
            <w:r w:rsidRPr="00E57916">
              <w:rPr>
                <w:rFonts w:eastAsia="Calibri"/>
              </w:rPr>
              <w:t xml:space="preserve"> effectively with work team</w:t>
            </w:r>
          </w:p>
        </w:tc>
      </w:tr>
      <w:tr w:rsidR="00E57916" w:rsidRPr="00336FCA" w:rsidDel="00423CB2" w14:paraId="5BF1F3E4" w14:textId="77777777" w:rsidTr="00CA2922">
        <w:tc>
          <w:tcPr>
            <w:tcW w:w="1396" w:type="pct"/>
          </w:tcPr>
          <w:p w14:paraId="04EBB389" w14:textId="771DC8D9" w:rsidR="00E57916" w:rsidRPr="00E57916" w:rsidRDefault="00E57916" w:rsidP="00E57916">
            <w:pPr>
              <w:pStyle w:val="SIText"/>
            </w:pPr>
            <w:r w:rsidRPr="00A8232D">
              <w:t>Get the work done</w:t>
            </w:r>
          </w:p>
        </w:tc>
        <w:tc>
          <w:tcPr>
            <w:tcW w:w="3604" w:type="pct"/>
          </w:tcPr>
          <w:p w14:paraId="5382CCA7" w14:textId="5330CC09" w:rsidR="00E57916" w:rsidRPr="00E57916" w:rsidRDefault="00E57916" w:rsidP="00E57916">
            <w:pPr>
              <w:pStyle w:val="SIBulletList1"/>
              <w:rPr>
                <w:rFonts w:eastAsia="Calibri"/>
              </w:rPr>
            </w:pPr>
            <w:r w:rsidRPr="00E57916">
              <w:t>Use</w:t>
            </w:r>
            <w:r w:rsidR="0012099B">
              <w:t>s</w:t>
            </w:r>
            <w:r w:rsidRPr="00E57916">
              <w:t xml:space="preserve"> problem-solving skills to respond to situations where hazard</w:t>
            </w:r>
            <w:r w:rsidR="0012099B">
              <w:t>s</w:t>
            </w:r>
            <w:r w:rsidRPr="00E57916">
              <w:t xml:space="preserve"> may not be effectively controlled</w:t>
            </w:r>
          </w:p>
        </w:tc>
      </w:tr>
    </w:tbl>
    <w:p w14:paraId="6C2647C5" w14:textId="77777777" w:rsidR="00916CD7" w:rsidRDefault="00916CD7" w:rsidP="005F771F">
      <w:pPr>
        <w:pStyle w:val="SIText"/>
      </w:pPr>
    </w:p>
    <w:p w14:paraId="139C37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480C324" w14:textId="77777777" w:rsidTr="00F33FF2">
        <w:tc>
          <w:tcPr>
            <w:tcW w:w="5000" w:type="pct"/>
            <w:gridSpan w:val="4"/>
          </w:tcPr>
          <w:p w14:paraId="6B0AB2F8" w14:textId="77777777" w:rsidR="00F1480E" w:rsidRPr="000754EC" w:rsidRDefault="00FD557D" w:rsidP="000754EC">
            <w:pPr>
              <w:pStyle w:val="SIHeading2"/>
            </w:pPr>
            <w:r w:rsidRPr="00923720">
              <w:t>U</w:t>
            </w:r>
            <w:r w:rsidRPr="000754EC">
              <w:t>nit Mapping Information</w:t>
            </w:r>
          </w:p>
        </w:tc>
      </w:tr>
      <w:tr w:rsidR="00F1480E" w14:paraId="55F82487" w14:textId="77777777" w:rsidTr="00F33FF2">
        <w:tc>
          <w:tcPr>
            <w:tcW w:w="1028" w:type="pct"/>
          </w:tcPr>
          <w:p w14:paraId="2ACAF70C" w14:textId="77777777" w:rsidR="00F1480E" w:rsidRPr="000754EC" w:rsidRDefault="00F1480E" w:rsidP="000754EC">
            <w:pPr>
              <w:pStyle w:val="SIText-Bold"/>
            </w:pPr>
            <w:r w:rsidRPr="00923720">
              <w:t>Code and title current version</w:t>
            </w:r>
          </w:p>
        </w:tc>
        <w:tc>
          <w:tcPr>
            <w:tcW w:w="1105" w:type="pct"/>
          </w:tcPr>
          <w:p w14:paraId="47745F53" w14:textId="77777777" w:rsidR="00F1480E" w:rsidRPr="000754EC" w:rsidRDefault="00F1480E" w:rsidP="000754EC">
            <w:pPr>
              <w:pStyle w:val="SIText-Bold"/>
            </w:pPr>
            <w:r w:rsidRPr="00923720">
              <w:t>Code and title previous version</w:t>
            </w:r>
          </w:p>
        </w:tc>
        <w:tc>
          <w:tcPr>
            <w:tcW w:w="1251" w:type="pct"/>
          </w:tcPr>
          <w:p w14:paraId="5679D66E" w14:textId="77777777" w:rsidR="00F1480E" w:rsidRPr="000754EC" w:rsidRDefault="00F1480E" w:rsidP="000754EC">
            <w:pPr>
              <w:pStyle w:val="SIText-Bold"/>
            </w:pPr>
            <w:r w:rsidRPr="00923720">
              <w:t>Comments</w:t>
            </w:r>
          </w:p>
        </w:tc>
        <w:tc>
          <w:tcPr>
            <w:tcW w:w="1616" w:type="pct"/>
          </w:tcPr>
          <w:p w14:paraId="1B242DA7" w14:textId="77777777" w:rsidR="00F1480E" w:rsidRPr="000754EC" w:rsidRDefault="00F1480E" w:rsidP="000754EC">
            <w:pPr>
              <w:pStyle w:val="SIText-Bold"/>
            </w:pPr>
            <w:r w:rsidRPr="00923720">
              <w:t>Equivalence status</w:t>
            </w:r>
          </w:p>
        </w:tc>
      </w:tr>
      <w:tr w:rsidR="00E57916" w14:paraId="5E25F41C" w14:textId="77777777" w:rsidTr="00F33FF2">
        <w:tc>
          <w:tcPr>
            <w:tcW w:w="1028" w:type="pct"/>
          </w:tcPr>
          <w:p w14:paraId="2B9E261C" w14:textId="21CBB71C" w:rsidR="00E57916" w:rsidRPr="00E57916" w:rsidRDefault="00E57916" w:rsidP="00E57916">
            <w:pPr>
              <w:pStyle w:val="SIText"/>
            </w:pPr>
            <w:r w:rsidRPr="00E57916">
              <w:t>FBPFSY4002 Supervise and verify supporting programs for food safety</w:t>
            </w:r>
          </w:p>
        </w:tc>
        <w:tc>
          <w:tcPr>
            <w:tcW w:w="1105" w:type="pct"/>
          </w:tcPr>
          <w:p w14:paraId="6D28DC8E" w14:textId="1F3C7F25" w:rsidR="00E57916" w:rsidRPr="00E57916" w:rsidRDefault="00E57916" w:rsidP="00E57916">
            <w:pPr>
              <w:pStyle w:val="SIText"/>
            </w:pPr>
            <w:r w:rsidRPr="00E57916">
              <w:t>FDFFS4002A Supervise and verify supporting programs for food safety</w:t>
            </w:r>
          </w:p>
        </w:tc>
        <w:tc>
          <w:tcPr>
            <w:tcW w:w="1251" w:type="pct"/>
          </w:tcPr>
          <w:p w14:paraId="53A2325D" w14:textId="6EE67D57" w:rsidR="00E57916" w:rsidRPr="00E57916" w:rsidRDefault="00E57916" w:rsidP="00E57916">
            <w:pPr>
              <w:pStyle w:val="SIText"/>
            </w:pPr>
            <w:r>
              <w:t>Updated to meet Standards for Training Packages</w:t>
            </w:r>
          </w:p>
        </w:tc>
        <w:tc>
          <w:tcPr>
            <w:tcW w:w="1616" w:type="pct"/>
          </w:tcPr>
          <w:p w14:paraId="064347CB" w14:textId="675C7B6C" w:rsidR="00E57916" w:rsidRPr="00E57916" w:rsidRDefault="00E57916" w:rsidP="00E57916">
            <w:pPr>
              <w:pStyle w:val="SIText"/>
            </w:pPr>
            <w:r>
              <w:t>Equivalent unit</w:t>
            </w:r>
          </w:p>
        </w:tc>
      </w:tr>
    </w:tbl>
    <w:p w14:paraId="7112CD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51762E2" w14:textId="77777777" w:rsidTr="0035000E">
        <w:tc>
          <w:tcPr>
            <w:tcW w:w="1049" w:type="pct"/>
            <w:shd w:val="clear" w:color="auto" w:fill="auto"/>
          </w:tcPr>
          <w:p w14:paraId="795B2231" w14:textId="77777777" w:rsidR="00F1480E" w:rsidRPr="000754EC" w:rsidRDefault="00FD557D" w:rsidP="000754EC">
            <w:pPr>
              <w:pStyle w:val="SIHeading2"/>
            </w:pPr>
            <w:r w:rsidRPr="00CC451E">
              <w:t>L</w:t>
            </w:r>
            <w:r w:rsidRPr="000754EC">
              <w:t>inks</w:t>
            </w:r>
          </w:p>
        </w:tc>
        <w:tc>
          <w:tcPr>
            <w:tcW w:w="3951" w:type="pct"/>
            <w:shd w:val="clear" w:color="auto" w:fill="auto"/>
          </w:tcPr>
          <w:p w14:paraId="383BB18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D39712F" w14:textId="77777777" w:rsidR="00F1480E" w:rsidRDefault="00F1480E" w:rsidP="005F771F">
      <w:pPr>
        <w:pStyle w:val="SIText"/>
      </w:pPr>
    </w:p>
    <w:p w14:paraId="2FB8064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6B6FC52" w14:textId="77777777" w:rsidTr="00113678">
        <w:trPr>
          <w:tblHeader/>
        </w:trPr>
        <w:tc>
          <w:tcPr>
            <w:tcW w:w="1478" w:type="pct"/>
            <w:shd w:val="clear" w:color="auto" w:fill="auto"/>
          </w:tcPr>
          <w:p w14:paraId="41D64C8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541C1DC" w14:textId="312D3D97" w:rsidR="00556C4C" w:rsidRPr="000754EC" w:rsidRDefault="00556C4C" w:rsidP="000754EC">
            <w:pPr>
              <w:pStyle w:val="SIUnittitle"/>
            </w:pPr>
            <w:r w:rsidRPr="00F56827">
              <w:t xml:space="preserve">Assessment requirements for </w:t>
            </w:r>
            <w:r w:rsidR="00E57916" w:rsidRPr="00E57916">
              <w:t>FBPFSY4002 Supervise and verify supporting programs for food safety</w:t>
            </w:r>
          </w:p>
        </w:tc>
      </w:tr>
      <w:tr w:rsidR="00556C4C" w:rsidRPr="00A55106" w14:paraId="6401D930" w14:textId="77777777" w:rsidTr="00113678">
        <w:trPr>
          <w:tblHeader/>
        </w:trPr>
        <w:tc>
          <w:tcPr>
            <w:tcW w:w="5000" w:type="pct"/>
            <w:gridSpan w:val="2"/>
            <w:shd w:val="clear" w:color="auto" w:fill="auto"/>
          </w:tcPr>
          <w:p w14:paraId="44FAC91B" w14:textId="77777777" w:rsidR="00556C4C" w:rsidRPr="000754EC" w:rsidRDefault="00D71E43" w:rsidP="000754EC">
            <w:pPr>
              <w:pStyle w:val="SIHeading2"/>
            </w:pPr>
            <w:r>
              <w:t>Performance E</w:t>
            </w:r>
            <w:r w:rsidRPr="000754EC">
              <w:t>vidence</w:t>
            </w:r>
          </w:p>
        </w:tc>
      </w:tr>
      <w:tr w:rsidR="00556C4C" w:rsidRPr="00067E1C" w14:paraId="34CF1520" w14:textId="77777777" w:rsidTr="00113678">
        <w:tc>
          <w:tcPr>
            <w:tcW w:w="5000" w:type="pct"/>
            <w:gridSpan w:val="2"/>
            <w:shd w:val="clear" w:color="auto" w:fill="auto"/>
          </w:tcPr>
          <w:p w14:paraId="35F5F21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755F6B0" w14:textId="567D4D66" w:rsidR="00066A48" w:rsidRDefault="00E57916" w:rsidP="005129BF">
            <w:pPr>
              <w:pStyle w:val="SIText"/>
            </w:pPr>
            <w:r w:rsidRPr="00606069">
              <w:t xml:space="preserve">There must be evidence that the individual has </w:t>
            </w:r>
            <w:r w:rsidR="00066A48">
              <w:t xml:space="preserve">effectively </w:t>
            </w:r>
            <w:r w:rsidRPr="00E57916">
              <w:t>developed, implemented, supervised and verified a minimum of one food safety support program with a team of at least three</w:t>
            </w:r>
            <w:r w:rsidR="00651502">
              <w:t>,</w:t>
            </w:r>
            <w:r w:rsidRPr="00E57916">
              <w:t xml:space="preserve"> i</w:t>
            </w:r>
            <w:r w:rsidR="00066A48">
              <w:t>n a food processing environment, including:</w:t>
            </w:r>
          </w:p>
          <w:p w14:paraId="77E58198" w14:textId="77777777" w:rsidR="00066A48" w:rsidRPr="00066A48" w:rsidRDefault="00066A48" w:rsidP="005129BF">
            <w:pPr>
              <w:pStyle w:val="SIBulletList1"/>
            </w:pPr>
            <w:r w:rsidRPr="00066A48">
              <w:t>implement</w:t>
            </w:r>
            <w:r>
              <w:t>ing</w:t>
            </w:r>
            <w:r w:rsidRPr="00066A48">
              <w:t xml:space="preserve"> procedures for food safety support programs</w:t>
            </w:r>
          </w:p>
          <w:p w14:paraId="3AA9A53F" w14:textId="77777777" w:rsidR="00066A48" w:rsidRPr="00066A48" w:rsidRDefault="00066A48" w:rsidP="005129BF">
            <w:pPr>
              <w:pStyle w:val="SIBulletList1"/>
            </w:pPr>
            <w:r w:rsidRPr="00066A48">
              <w:t>communicat</w:t>
            </w:r>
            <w:r>
              <w:t>ing</w:t>
            </w:r>
            <w:r w:rsidRPr="00066A48">
              <w:t xml:space="preserve"> the requirements of food safety support programs to workers</w:t>
            </w:r>
          </w:p>
          <w:p w14:paraId="193533A3" w14:textId="77777777" w:rsidR="00066A48" w:rsidRPr="00066A48" w:rsidRDefault="00066A48" w:rsidP="005129BF">
            <w:pPr>
              <w:pStyle w:val="SIBulletList1"/>
            </w:pPr>
            <w:r w:rsidRPr="00066A48">
              <w:t>demonstrat</w:t>
            </w:r>
            <w:r>
              <w:t>ing</w:t>
            </w:r>
            <w:r w:rsidRPr="00066A48">
              <w:t xml:space="preserve"> and provid</w:t>
            </w:r>
            <w:r>
              <w:t>ing</w:t>
            </w:r>
            <w:r w:rsidRPr="00066A48">
              <w:t xml:space="preserve"> leadership in safe food handling and hygienic work practices</w:t>
            </w:r>
          </w:p>
          <w:p w14:paraId="290AAE36" w14:textId="77777777" w:rsidR="00066A48" w:rsidRPr="00066A48" w:rsidRDefault="00066A48" w:rsidP="005129BF">
            <w:pPr>
              <w:pStyle w:val="SIBulletList1"/>
            </w:pPr>
            <w:r w:rsidRPr="00066A48">
              <w:t>monitor</w:t>
            </w:r>
            <w:r>
              <w:t>ing</w:t>
            </w:r>
            <w:r w:rsidRPr="00066A48">
              <w:t xml:space="preserve"> compliance with food safety support program requirements</w:t>
            </w:r>
          </w:p>
          <w:p w14:paraId="19CA17B9" w14:textId="77777777" w:rsidR="00066A48" w:rsidRPr="00066A48" w:rsidRDefault="00066A48" w:rsidP="005129BF">
            <w:pPr>
              <w:pStyle w:val="SIBulletList1"/>
            </w:pPr>
            <w:r w:rsidRPr="00066A48">
              <w:t>complet</w:t>
            </w:r>
            <w:r>
              <w:t>ing</w:t>
            </w:r>
            <w:r w:rsidRPr="00066A48">
              <w:t xml:space="preserve"> records and reports related to the implementation of food safety support programs</w:t>
            </w:r>
          </w:p>
          <w:p w14:paraId="78FCE055" w14:textId="77777777" w:rsidR="00066A48" w:rsidRPr="00066A48" w:rsidRDefault="00066A48" w:rsidP="005129BF">
            <w:pPr>
              <w:pStyle w:val="SIBulletList1"/>
            </w:pPr>
            <w:r w:rsidRPr="00066A48">
              <w:t>respond</w:t>
            </w:r>
            <w:r>
              <w:t>ing</w:t>
            </w:r>
            <w:r w:rsidRPr="00066A48">
              <w:t xml:space="preserve"> to non-compliances in support programs and take corrective action.</w:t>
            </w:r>
          </w:p>
          <w:p w14:paraId="66570E5E" w14:textId="646F0DF1" w:rsidR="00556C4C" w:rsidRPr="000754EC" w:rsidRDefault="00556C4C" w:rsidP="005129BF">
            <w:pPr>
              <w:pStyle w:val="SIText"/>
            </w:pPr>
          </w:p>
        </w:tc>
      </w:tr>
    </w:tbl>
    <w:p w14:paraId="076A327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A44A81" w14:textId="77777777" w:rsidTr="00CA2922">
        <w:trPr>
          <w:tblHeader/>
        </w:trPr>
        <w:tc>
          <w:tcPr>
            <w:tcW w:w="5000" w:type="pct"/>
            <w:shd w:val="clear" w:color="auto" w:fill="auto"/>
          </w:tcPr>
          <w:p w14:paraId="101E9770" w14:textId="77777777" w:rsidR="00F1480E" w:rsidRPr="000754EC" w:rsidRDefault="00D71E43" w:rsidP="000754EC">
            <w:pPr>
              <w:pStyle w:val="SIHeading2"/>
            </w:pPr>
            <w:r w:rsidRPr="002C55E9">
              <w:t>K</w:t>
            </w:r>
            <w:r w:rsidRPr="000754EC">
              <w:t>nowledge Evidence</w:t>
            </w:r>
          </w:p>
        </w:tc>
      </w:tr>
      <w:tr w:rsidR="00F1480E" w:rsidRPr="00067E1C" w14:paraId="6389E381" w14:textId="77777777" w:rsidTr="00CA2922">
        <w:tc>
          <w:tcPr>
            <w:tcW w:w="5000" w:type="pct"/>
            <w:shd w:val="clear" w:color="auto" w:fill="auto"/>
          </w:tcPr>
          <w:p w14:paraId="39CAEDC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9111755" w14:textId="77777777" w:rsidR="00E57916" w:rsidRPr="00E57916" w:rsidRDefault="00E57916" w:rsidP="005129BF">
            <w:pPr>
              <w:pStyle w:val="SIBulletList1"/>
            </w:pPr>
            <w:r>
              <w:t>current technical and process knowledge required to participate in investigations of food safety/quality hazards, risks and incidents</w:t>
            </w:r>
          </w:p>
          <w:p w14:paraId="5FB8D89E" w14:textId="77777777" w:rsidR="00E57916" w:rsidRPr="00E57916" w:rsidRDefault="00E57916" w:rsidP="005129BF">
            <w:pPr>
              <w:pStyle w:val="SIBulletList1"/>
            </w:pPr>
            <w:r>
              <w:t>common microbiological, physical and chemical hazards to food safety, and related control methods</w:t>
            </w:r>
          </w:p>
          <w:p w14:paraId="515AFCD7" w14:textId="77777777" w:rsidR="00E57916" w:rsidRPr="00E57916" w:rsidRDefault="00E57916" w:rsidP="005129BF">
            <w:pPr>
              <w:pStyle w:val="SIBulletList1"/>
            </w:pPr>
            <w:r>
              <w:t>the way changes in equipment and/or processing methods can affect food safety hazards and level of risk</w:t>
            </w:r>
          </w:p>
          <w:p w14:paraId="2AA29CF9" w14:textId="77777777" w:rsidR="00E57916" w:rsidRPr="00E57916" w:rsidRDefault="00E57916" w:rsidP="005129BF">
            <w:pPr>
              <w:pStyle w:val="SIBulletList1"/>
            </w:pPr>
            <w:r>
              <w:t>regulatory requirements relating to approved supplier, staff health and hygiene, pest control, cleaning and sanitation</w:t>
            </w:r>
            <w:r w:rsidRPr="00E57916">
              <w:t>, and chemical use programs</w:t>
            </w:r>
          </w:p>
          <w:p w14:paraId="3B6CC045" w14:textId="4109747B" w:rsidR="00E57916" w:rsidRPr="00E57916" w:rsidRDefault="00E57916" w:rsidP="005129BF">
            <w:pPr>
              <w:pStyle w:val="SIBulletList1"/>
            </w:pPr>
            <w:r>
              <w:t>objectives of a</w:t>
            </w:r>
            <w:r w:rsidR="00651502">
              <w:t xml:space="preserve"> HA</w:t>
            </w:r>
            <w:r w:rsidRPr="00E57916">
              <w:t>CCP-based food safety system</w:t>
            </w:r>
          </w:p>
          <w:p w14:paraId="5618D94D" w14:textId="22C66721" w:rsidR="00E57916" w:rsidRPr="00E57916" w:rsidRDefault="00E57916" w:rsidP="005129BF">
            <w:pPr>
              <w:pStyle w:val="SIBulletList1"/>
            </w:pPr>
            <w:r>
              <w:t>steps in the development of a</w:t>
            </w:r>
            <w:r w:rsidRPr="00E57916">
              <w:t>n CCP-based food safety system</w:t>
            </w:r>
          </w:p>
          <w:p w14:paraId="12554EB2" w14:textId="306F2BAA" w:rsidR="00E57916" w:rsidRPr="00E57916" w:rsidRDefault="00E57916" w:rsidP="005129BF">
            <w:pPr>
              <w:pStyle w:val="SIBulletList1"/>
            </w:pPr>
            <w:r>
              <w:t>steps in the systematic introduction of a</w:t>
            </w:r>
            <w:r w:rsidRPr="00E57916">
              <w:t>n CCP-based food safety system</w:t>
            </w:r>
          </w:p>
          <w:p w14:paraId="6DB8AF78" w14:textId="77777777" w:rsidR="00E57916" w:rsidRPr="00E57916" w:rsidRDefault="00E57916" w:rsidP="005129BF">
            <w:pPr>
              <w:pStyle w:val="SIBulletList1"/>
            </w:pPr>
            <w:r>
              <w:t>workplace</w:t>
            </w:r>
            <w:r w:rsidRPr="00E57916">
              <w:t xml:space="preserve"> recall and traceability procedures</w:t>
            </w:r>
          </w:p>
          <w:p w14:paraId="61308042" w14:textId="33EAE7F5" w:rsidR="00E57916" w:rsidRPr="00E57916" w:rsidRDefault="00E57916" w:rsidP="005129BF">
            <w:pPr>
              <w:pStyle w:val="SIBulletList1"/>
            </w:pPr>
            <w:r>
              <w:t>purpose of the CCP development and review process</w:t>
            </w:r>
          </w:p>
          <w:p w14:paraId="1CB552F3" w14:textId="77777777" w:rsidR="00E57916" w:rsidRPr="00E57916" w:rsidRDefault="00E57916" w:rsidP="005129BF">
            <w:pPr>
              <w:pStyle w:val="SIBulletList1"/>
            </w:pPr>
            <w:r>
              <w:t>purpose, scope an</w:t>
            </w:r>
            <w:r w:rsidRPr="00E57916">
              <w:t>d development of procedures for:</w:t>
            </w:r>
          </w:p>
          <w:p w14:paraId="733BE820" w14:textId="77777777" w:rsidR="00E57916" w:rsidRPr="00E57916" w:rsidRDefault="00E57916">
            <w:pPr>
              <w:pStyle w:val="SIBulletList2"/>
            </w:pPr>
            <w:r w:rsidRPr="00E57916">
              <w:t>approved supplier support programs</w:t>
            </w:r>
          </w:p>
          <w:p w14:paraId="5C450823" w14:textId="77777777" w:rsidR="00E57916" w:rsidRPr="00E57916" w:rsidRDefault="00E57916">
            <w:pPr>
              <w:pStyle w:val="SIBulletList2"/>
            </w:pPr>
            <w:r w:rsidRPr="00E57916">
              <w:t>staff health and hygiene support programs</w:t>
            </w:r>
          </w:p>
          <w:p w14:paraId="5F5611F0" w14:textId="77777777" w:rsidR="00E57916" w:rsidRPr="00E57916" w:rsidRDefault="00E57916">
            <w:pPr>
              <w:pStyle w:val="SIBulletList2"/>
            </w:pPr>
            <w:r w:rsidRPr="00E57916">
              <w:t>pest control support programs</w:t>
            </w:r>
          </w:p>
          <w:p w14:paraId="03FAFB42" w14:textId="77777777" w:rsidR="00E57916" w:rsidRPr="00E57916" w:rsidRDefault="00E57916">
            <w:pPr>
              <w:pStyle w:val="SIBulletList2"/>
            </w:pPr>
            <w:r w:rsidRPr="00E57916">
              <w:t>cleaning and sanitation support programs</w:t>
            </w:r>
          </w:p>
          <w:p w14:paraId="4E85C900" w14:textId="77777777" w:rsidR="00E57916" w:rsidRPr="00E57916" w:rsidRDefault="00E57916">
            <w:pPr>
              <w:pStyle w:val="SIBulletList2"/>
            </w:pPr>
            <w:r w:rsidRPr="00E57916">
              <w:t>chemical use and storage support programs</w:t>
            </w:r>
          </w:p>
          <w:p w14:paraId="7D7CDD69" w14:textId="77777777" w:rsidR="00E57916" w:rsidRPr="00E57916" w:rsidRDefault="00E57916" w:rsidP="005129BF">
            <w:pPr>
              <w:pStyle w:val="SIBulletList1"/>
            </w:pPr>
            <w:r>
              <w:t>document controls associated with a procedure change</w:t>
            </w:r>
          </w:p>
          <w:p w14:paraId="3A47123C" w14:textId="77777777" w:rsidR="00E57916" w:rsidRPr="00E57916" w:rsidRDefault="00E57916" w:rsidP="005129BF">
            <w:pPr>
              <w:pStyle w:val="SIBulletList1"/>
            </w:pPr>
            <w:r>
              <w:t>purpose of SOPs and work instructions</w:t>
            </w:r>
          </w:p>
          <w:p w14:paraId="539362D5" w14:textId="77777777" w:rsidR="00E57916" w:rsidRPr="00E57916" w:rsidRDefault="00E57916" w:rsidP="005129BF">
            <w:pPr>
              <w:pStyle w:val="SIBulletList1"/>
            </w:pPr>
            <w:r>
              <w:t>process of auditing and verifying support programs in a</w:t>
            </w:r>
            <w:r w:rsidRPr="00E57916">
              <w:t>n HACCP-based food safety system</w:t>
            </w:r>
          </w:p>
          <w:p w14:paraId="3EAF3B7C" w14:textId="588AD3B8" w:rsidR="00F1480E" w:rsidRPr="000754EC" w:rsidRDefault="00E57916" w:rsidP="000754EC">
            <w:pPr>
              <w:pStyle w:val="SIBulletList1"/>
            </w:pPr>
            <w:r>
              <w:t>workplace health and safety (W</w:t>
            </w:r>
            <w:r w:rsidRPr="00E57916">
              <w:t>HS), regulatory and workplace requirements.</w:t>
            </w:r>
          </w:p>
        </w:tc>
      </w:tr>
    </w:tbl>
    <w:p w14:paraId="3BE9B5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C683D" w14:textId="77777777" w:rsidTr="00CA2922">
        <w:trPr>
          <w:tblHeader/>
        </w:trPr>
        <w:tc>
          <w:tcPr>
            <w:tcW w:w="5000" w:type="pct"/>
            <w:shd w:val="clear" w:color="auto" w:fill="auto"/>
          </w:tcPr>
          <w:p w14:paraId="0FE260E8" w14:textId="77777777" w:rsidR="00F1480E" w:rsidRPr="000754EC" w:rsidRDefault="00D71E43" w:rsidP="000754EC">
            <w:pPr>
              <w:pStyle w:val="SIHeading2"/>
            </w:pPr>
            <w:r w:rsidRPr="002C55E9">
              <w:t>A</w:t>
            </w:r>
            <w:r w:rsidRPr="000754EC">
              <w:t>ssessment Conditions</w:t>
            </w:r>
          </w:p>
        </w:tc>
      </w:tr>
      <w:tr w:rsidR="00F1480E" w:rsidRPr="00A55106" w14:paraId="71234F71" w14:textId="77777777" w:rsidTr="00CA2922">
        <w:tc>
          <w:tcPr>
            <w:tcW w:w="5000" w:type="pct"/>
            <w:shd w:val="clear" w:color="auto" w:fill="auto"/>
          </w:tcPr>
          <w:p w14:paraId="4327E2B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C30AE4A" w14:textId="77777777" w:rsidR="004E6741" w:rsidRPr="000754EC" w:rsidRDefault="001D7F5B" w:rsidP="000754EC">
            <w:pPr>
              <w:pStyle w:val="SIBulletList1"/>
            </w:pPr>
            <w:r w:rsidRPr="000754EC">
              <w:t>p</w:t>
            </w:r>
            <w:r w:rsidR="004E6741" w:rsidRPr="000754EC">
              <w:t>hysical conditions</w:t>
            </w:r>
            <w:r w:rsidRPr="000754EC">
              <w:t>:</w:t>
            </w:r>
          </w:p>
          <w:p w14:paraId="229B2EB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65CEB3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5B78B2C" w14:textId="77777777" w:rsidR="00E57916" w:rsidRPr="00E57916" w:rsidRDefault="00E57916" w:rsidP="00E57916">
            <w:pPr>
              <w:pStyle w:val="SIBulletList2"/>
              <w:rPr>
                <w:rFonts w:eastAsiaTheme="minorHAnsi"/>
              </w:rPr>
            </w:pPr>
            <w:r>
              <w:t xml:space="preserve">methods and related </w:t>
            </w:r>
            <w:r w:rsidRPr="00E57916">
              <w:t>software systems, as required, for collecting data, analysing data and compiling into a report</w:t>
            </w:r>
          </w:p>
          <w:p w14:paraId="0D62DEB2" w14:textId="77777777" w:rsidR="00E57916" w:rsidRPr="00E57916" w:rsidRDefault="00E57916" w:rsidP="00E57916">
            <w:pPr>
              <w:pStyle w:val="SIBulletList1"/>
              <w:rPr>
                <w:rFonts w:eastAsia="Calibri"/>
              </w:rPr>
            </w:pPr>
            <w:r w:rsidRPr="00E57916">
              <w:rPr>
                <w:rFonts w:eastAsia="Calibri"/>
              </w:rPr>
              <w:t>specifications:</w:t>
            </w:r>
          </w:p>
          <w:p w14:paraId="2505FF9F" w14:textId="77777777" w:rsidR="00E57916" w:rsidRPr="00E57916" w:rsidRDefault="00E57916" w:rsidP="00E57916">
            <w:pPr>
              <w:pStyle w:val="SIBulletList2"/>
            </w:pPr>
            <w:r>
              <w:t>production process and related equipment, manufacturers’ advice and operating procedures</w:t>
            </w:r>
          </w:p>
          <w:p w14:paraId="722C5000" w14:textId="77777777" w:rsidR="00E57916" w:rsidRPr="00E57916" w:rsidRDefault="00E57916" w:rsidP="00E57916">
            <w:pPr>
              <w:pStyle w:val="SIBulletList2"/>
              <w:rPr>
                <w:rFonts w:eastAsia="Calibri"/>
              </w:rPr>
            </w:pPr>
            <w:r>
              <w:t>an HACCP-based food safety plan for the food processing workplace</w:t>
            </w:r>
          </w:p>
          <w:p w14:paraId="2905F6A7" w14:textId="77777777" w:rsidR="00E57916" w:rsidRPr="00E57916" w:rsidRDefault="00E57916" w:rsidP="00E57916">
            <w:pPr>
              <w:pStyle w:val="SIBulletList1"/>
              <w:rPr>
                <w:rFonts w:eastAsia="Calibri"/>
              </w:rPr>
            </w:pPr>
            <w:r w:rsidRPr="00E57916">
              <w:rPr>
                <w:rFonts w:eastAsia="Calibri"/>
              </w:rPr>
              <w:t>relationships</w:t>
            </w:r>
          </w:p>
          <w:p w14:paraId="64D438CF" w14:textId="77777777" w:rsidR="00E57916" w:rsidRPr="00E57916" w:rsidRDefault="00E57916" w:rsidP="00E57916">
            <w:pPr>
              <w:pStyle w:val="SIBulletList2"/>
              <w:rPr>
                <w:rFonts w:eastAsia="Calibri"/>
              </w:rPr>
            </w:pPr>
            <w:r>
              <w:t>interactions with work team.</w:t>
            </w:r>
          </w:p>
          <w:p w14:paraId="16E038B5" w14:textId="77777777" w:rsidR="0021210E" w:rsidRDefault="0021210E" w:rsidP="000754EC">
            <w:pPr>
              <w:pStyle w:val="SIText"/>
            </w:pPr>
          </w:p>
          <w:p w14:paraId="32EC43BB"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2CEF3DD1" w14:textId="77777777" w:rsidR="00F1480E" w:rsidRPr="000754EC" w:rsidRDefault="00F1480E" w:rsidP="0035000E">
            <w:pPr>
              <w:pStyle w:val="SIBulletList2"/>
              <w:numPr>
                <w:ilvl w:val="0"/>
                <w:numId w:val="0"/>
              </w:numPr>
              <w:rPr>
                <w:rFonts w:eastAsia="Calibri"/>
              </w:rPr>
            </w:pPr>
          </w:p>
        </w:tc>
      </w:tr>
    </w:tbl>
    <w:p w14:paraId="72AB9E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74ED47" w14:textId="77777777" w:rsidTr="004679E3">
        <w:tc>
          <w:tcPr>
            <w:tcW w:w="990" w:type="pct"/>
            <w:shd w:val="clear" w:color="auto" w:fill="auto"/>
          </w:tcPr>
          <w:p w14:paraId="3CDB709A" w14:textId="77777777" w:rsidR="00F1480E" w:rsidRPr="000754EC" w:rsidRDefault="00D71E43" w:rsidP="000754EC">
            <w:pPr>
              <w:pStyle w:val="SIHeading2"/>
            </w:pPr>
            <w:r w:rsidRPr="002C55E9">
              <w:t>L</w:t>
            </w:r>
            <w:r w:rsidRPr="000754EC">
              <w:t>inks</w:t>
            </w:r>
          </w:p>
        </w:tc>
        <w:tc>
          <w:tcPr>
            <w:tcW w:w="4010" w:type="pct"/>
            <w:shd w:val="clear" w:color="auto" w:fill="auto"/>
          </w:tcPr>
          <w:p w14:paraId="497BA4F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BBF8A32" w14:textId="77777777" w:rsidR="00F1480E" w:rsidRDefault="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4047B" w14:textId="77777777" w:rsidR="00C26E34" w:rsidRDefault="00C26E34" w:rsidP="00BF3F0A">
      <w:r>
        <w:separator/>
      </w:r>
    </w:p>
    <w:p w14:paraId="1E2CD6E6" w14:textId="77777777" w:rsidR="00C26E34" w:rsidRDefault="00C26E34"/>
  </w:endnote>
  <w:endnote w:type="continuationSeparator" w:id="0">
    <w:p w14:paraId="74F1F977" w14:textId="77777777" w:rsidR="00C26E34" w:rsidRDefault="00C26E34" w:rsidP="00BF3F0A">
      <w:r>
        <w:continuationSeparator/>
      </w:r>
    </w:p>
    <w:p w14:paraId="01FC4B7C" w14:textId="77777777" w:rsidR="00C26E34" w:rsidRDefault="00C26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E1E8" w14:textId="77777777" w:rsidR="008B615E" w:rsidRDefault="008B61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AECF332" w14:textId="33C69E9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B615E">
          <w:rPr>
            <w:noProof/>
          </w:rPr>
          <w:t>4</w:t>
        </w:r>
        <w:r w:rsidRPr="000754EC">
          <w:fldChar w:fldCharType="end"/>
        </w:r>
      </w:p>
      <w:p w14:paraId="6F3AC6F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CEED61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DD389" w14:textId="77777777" w:rsidR="008B615E" w:rsidRDefault="008B61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1AC7C" w14:textId="77777777" w:rsidR="00C26E34" w:rsidRDefault="00C26E34" w:rsidP="00BF3F0A">
      <w:r>
        <w:separator/>
      </w:r>
    </w:p>
    <w:p w14:paraId="71C2CBB7" w14:textId="77777777" w:rsidR="00C26E34" w:rsidRDefault="00C26E34"/>
  </w:footnote>
  <w:footnote w:type="continuationSeparator" w:id="0">
    <w:p w14:paraId="0B397DBE" w14:textId="77777777" w:rsidR="00C26E34" w:rsidRDefault="00C26E34" w:rsidP="00BF3F0A">
      <w:r>
        <w:continuationSeparator/>
      </w:r>
    </w:p>
    <w:p w14:paraId="3799956D" w14:textId="77777777" w:rsidR="00C26E34" w:rsidRDefault="00C26E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986CB" w14:textId="77777777" w:rsidR="008B615E" w:rsidRDefault="008B61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C2285" w14:textId="42403880" w:rsidR="009C2650" w:rsidRPr="000754EC" w:rsidRDefault="008B615E" w:rsidP="00146EEC">
    <w:pPr>
      <w:pStyle w:val="SIText"/>
    </w:pPr>
    <w:sdt>
      <w:sdtPr>
        <w:id w:val="1770575879"/>
        <w:docPartObj>
          <w:docPartGallery w:val="Watermarks"/>
          <w:docPartUnique/>
        </w:docPartObj>
      </w:sdtPr>
      <w:sdtContent>
        <w:r w:rsidRPr="008B615E">
          <w:pict w14:anchorId="3B95D1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86B69" w:rsidRPr="00486B69">
      <w:t>FBPFSY4002 Supervise and verify supporting programs for food safety</w:t>
    </w:r>
    <w:r w:rsidR="00486B69" w:rsidRPr="000754EC" w:rsidDel="00486B69">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9766B" w14:textId="77777777" w:rsidR="008B615E" w:rsidRDefault="008B61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ACD329C"/>
    <w:multiLevelType w:val="hybridMultilevel"/>
    <w:tmpl w:val="8398C178"/>
    <w:lvl w:ilvl="0" w:tplc="4A865494">
      <w:start w:val="1"/>
      <w:numFmt w:val="bullet"/>
      <w:lvlText w:val=""/>
      <w:lvlJc w:val="left"/>
      <w:pPr>
        <w:ind w:left="717" w:hanging="360"/>
      </w:pPr>
      <w:rPr>
        <w:rFonts w:ascii="Symbol" w:hAnsi="Symbol" w:hint="default"/>
      </w:rPr>
    </w:lvl>
    <w:lvl w:ilvl="1" w:tplc="2E2CA612">
      <w:start w:val="1"/>
      <w:numFmt w:val="bullet"/>
      <w:lvlText w:val=""/>
      <w:lvlJc w:val="left"/>
      <w:pPr>
        <w:ind w:left="1437" w:hanging="360"/>
      </w:pPr>
      <w:rPr>
        <w:rFonts w:ascii="Symbol" w:hAnsi="Symbol" w:hint="default"/>
        <w:sz w:val="18"/>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8" w15:restartNumberingAfterBreak="0">
    <w:nsid w:val="2C573E7C"/>
    <w:multiLevelType w:val="multilevel"/>
    <w:tmpl w:val="CF6E5C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B69"/>
    <w:rsid w:val="000014B9"/>
    <w:rsid w:val="00005A15"/>
    <w:rsid w:val="0001108F"/>
    <w:rsid w:val="000115E2"/>
    <w:rsid w:val="000126D0"/>
    <w:rsid w:val="0001296A"/>
    <w:rsid w:val="00016803"/>
    <w:rsid w:val="00023992"/>
    <w:rsid w:val="000275AE"/>
    <w:rsid w:val="00041E59"/>
    <w:rsid w:val="00064BFE"/>
    <w:rsid w:val="00066A48"/>
    <w:rsid w:val="00070B3E"/>
    <w:rsid w:val="00071F95"/>
    <w:rsid w:val="000737BB"/>
    <w:rsid w:val="00074E47"/>
    <w:rsid w:val="000754EC"/>
    <w:rsid w:val="0009093B"/>
    <w:rsid w:val="00091579"/>
    <w:rsid w:val="00093959"/>
    <w:rsid w:val="000A5441"/>
    <w:rsid w:val="000C149A"/>
    <w:rsid w:val="000C224E"/>
    <w:rsid w:val="000E25E6"/>
    <w:rsid w:val="000E2C86"/>
    <w:rsid w:val="000F29F2"/>
    <w:rsid w:val="00101659"/>
    <w:rsid w:val="001078BF"/>
    <w:rsid w:val="0012099B"/>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86B6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29BF"/>
    <w:rsid w:val="00520E9A"/>
    <w:rsid w:val="005248C1"/>
    <w:rsid w:val="00526134"/>
    <w:rsid w:val="00540450"/>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502"/>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615E"/>
    <w:rsid w:val="008B7138"/>
    <w:rsid w:val="008E09F5"/>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1B3"/>
    <w:rsid w:val="00BC5419"/>
    <w:rsid w:val="00BD3B0F"/>
    <w:rsid w:val="00BE26B8"/>
    <w:rsid w:val="00BF1D4C"/>
    <w:rsid w:val="00BF3F0A"/>
    <w:rsid w:val="00C143C3"/>
    <w:rsid w:val="00C1739B"/>
    <w:rsid w:val="00C21ADE"/>
    <w:rsid w:val="00C26067"/>
    <w:rsid w:val="00C26E34"/>
    <w:rsid w:val="00C30A29"/>
    <w:rsid w:val="00C317DC"/>
    <w:rsid w:val="00C578E9"/>
    <w:rsid w:val="00C70626"/>
    <w:rsid w:val="00C72860"/>
    <w:rsid w:val="00C73582"/>
    <w:rsid w:val="00C73B90"/>
    <w:rsid w:val="00C742EC"/>
    <w:rsid w:val="00C96AF3"/>
    <w:rsid w:val="00C97CCC"/>
    <w:rsid w:val="00CA0274"/>
    <w:rsid w:val="00CB746F"/>
    <w:rsid w:val="00CB7D39"/>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7916"/>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498243"/>
  <w15:docId w15:val="{C73AD97E-7207-4282-85AC-81AFADD5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E57916"/>
    <w:pPr>
      <w:spacing w:after="120"/>
    </w:pPr>
  </w:style>
  <w:style w:type="character" w:customStyle="1" w:styleId="BodyTextChar">
    <w:name w:val="Body Text Char"/>
    <w:basedOn w:val="DefaultParagraphFont"/>
    <w:link w:val="BodyText"/>
    <w:uiPriority w:val="99"/>
    <w:semiHidden/>
    <w:rsid w:val="00E57916"/>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1702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B66272AE-7EDF-4C9F-9CA6-0DCA49BC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74297F-3F44-438B-A23B-5E7A55E9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45</TotalTime>
  <Pages>5</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8</cp:revision>
  <cp:lastPrinted>2016-05-27T05:21:00Z</cp:lastPrinted>
  <dcterms:created xsi:type="dcterms:W3CDTF">2017-09-29T04:22:00Z</dcterms:created>
  <dcterms:modified xsi:type="dcterms:W3CDTF">2018-02-01T03:42:00Z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